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E6" w:rsidRPr="00A84131" w:rsidRDefault="00D33D09" w:rsidP="00780E28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A84131">
        <w:rPr>
          <w:rFonts w:ascii="Times New Roman" w:hAnsi="Times New Roman" w:cs="Times New Roman"/>
          <w:color w:val="auto"/>
        </w:rPr>
        <w:t xml:space="preserve">Ai Direttori </w:t>
      </w:r>
      <w:r w:rsidR="0003363C" w:rsidRPr="00A84131">
        <w:rPr>
          <w:rFonts w:ascii="Times New Roman" w:hAnsi="Times New Roman" w:cs="Times New Roman"/>
          <w:color w:val="auto"/>
        </w:rPr>
        <w:t>degli</w:t>
      </w:r>
    </w:p>
    <w:p w:rsidR="00D33D09" w:rsidRPr="00A84131" w:rsidRDefault="00D33D09" w:rsidP="00780E28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A84131">
        <w:rPr>
          <w:rFonts w:ascii="Times New Roman" w:hAnsi="Times New Roman" w:cs="Times New Roman"/>
          <w:color w:val="auto"/>
        </w:rPr>
        <w:t xml:space="preserve">Uffici Scolastici Regionali </w:t>
      </w:r>
    </w:p>
    <w:p w:rsidR="009F25E6" w:rsidRPr="00A84131" w:rsidRDefault="009F25E6" w:rsidP="00780E28">
      <w:pPr>
        <w:pStyle w:val="Default"/>
        <w:jc w:val="right"/>
        <w:rPr>
          <w:rFonts w:ascii="Times New Roman" w:hAnsi="Times New Roman" w:cs="Times New Roman"/>
          <w:color w:val="auto"/>
        </w:rPr>
      </w:pPr>
    </w:p>
    <w:p w:rsidR="0003363C" w:rsidRDefault="00D33D09" w:rsidP="00780E28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A84131">
        <w:rPr>
          <w:rFonts w:ascii="Times New Roman" w:hAnsi="Times New Roman" w:cs="Times New Roman"/>
          <w:color w:val="auto"/>
        </w:rPr>
        <w:t xml:space="preserve">Ai </w:t>
      </w:r>
      <w:r w:rsidR="009F25E6" w:rsidRPr="00A84131">
        <w:rPr>
          <w:rFonts w:ascii="Times New Roman" w:hAnsi="Times New Roman" w:cs="Times New Roman"/>
          <w:color w:val="auto"/>
        </w:rPr>
        <w:t>Dirigenti preposti agli</w:t>
      </w:r>
    </w:p>
    <w:p w:rsidR="00D33D09" w:rsidRPr="00A84131" w:rsidRDefault="009F25E6" w:rsidP="00780E28">
      <w:pPr>
        <w:pStyle w:val="Default"/>
        <w:jc w:val="right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A84131">
        <w:rPr>
          <w:rFonts w:ascii="Times New Roman" w:hAnsi="Times New Roman" w:cs="Times New Roman"/>
          <w:color w:val="auto"/>
        </w:rPr>
        <w:t xml:space="preserve"> Uffici Scolastici Regionali</w:t>
      </w:r>
    </w:p>
    <w:p w:rsidR="009F25E6" w:rsidRPr="00A84131" w:rsidRDefault="009F25E6" w:rsidP="00780E28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A84131">
        <w:rPr>
          <w:rFonts w:ascii="Times New Roman" w:hAnsi="Times New Roman" w:cs="Times New Roman"/>
          <w:color w:val="auto"/>
        </w:rPr>
        <w:t>per la Basilicata</w:t>
      </w:r>
    </w:p>
    <w:p w:rsidR="009F25E6" w:rsidRPr="00A84131" w:rsidRDefault="009F25E6" w:rsidP="00780E28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A84131">
        <w:rPr>
          <w:rFonts w:ascii="Times New Roman" w:hAnsi="Times New Roman" w:cs="Times New Roman"/>
          <w:color w:val="auto"/>
        </w:rPr>
        <w:t>per il Friuli Venezia Giulia</w:t>
      </w:r>
    </w:p>
    <w:p w:rsidR="009F25E6" w:rsidRPr="00A84131" w:rsidRDefault="009F25E6" w:rsidP="00780E28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A84131">
        <w:rPr>
          <w:rFonts w:ascii="Times New Roman" w:hAnsi="Times New Roman" w:cs="Times New Roman"/>
          <w:color w:val="auto"/>
        </w:rPr>
        <w:t>per il Molise</w:t>
      </w:r>
    </w:p>
    <w:p w:rsidR="009F25E6" w:rsidRPr="00A84131" w:rsidRDefault="009F25E6" w:rsidP="00780E28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A84131">
        <w:rPr>
          <w:rFonts w:ascii="Times New Roman" w:hAnsi="Times New Roman" w:cs="Times New Roman"/>
          <w:color w:val="auto"/>
        </w:rPr>
        <w:t>per l’Umbria</w:t>
      </w:r>
    </w:p>
    <w:p w:rsidR="009F25E6" w:rsidRPr="00A84131" w:rsidRDefault="00D33D09" w:rsidP="00780E28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A84131">
        <w:rPr>
          <w:rFonts w:ascii="Times New Roman" w:hAnsi="Times New Roman" w:cs="Times New Roman"/>
          <w:color w:val="auto"/>
        </w:rPr>
        <w:t>LORO SEDI</w:t>
      </w:r>
    </w:p>
    <w:p w:rsidR="00D33D09" w:rsidRPr="00A84131" w:rsidRDefault="00D33D09" w:rsidP="00780E28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A84131">
        <w:rPr>
          <w:rFonts w:ascii="Times New Roman" w:hAnsi="Times New Roman" w:cs="Times New Roman"/>
          <w:color w:val="auto"/>
        </w:rPr>
        <w:t xml:space="preserve"> </w:t>
      </w:r>
    </w:p>
    <w:p w:rsidR="00D33D09" w:rsidRPr="00A84131" w:rsidRDefault="00D33D09" w:rsidP="00780E28">
      <w:pPr>
        <w:pStyle w:val="Default"/>
        <w:jc w:val="right"/>
        <w:rPr>
          <w:rFonts w:ascii="Times New Roman" w:hAnsi="Times New Roman" w:cs="Times New Roman"/>
          <w:color w:val="auto"/>
        </w:rPr>
      </w:pPr>
    </w:p>
    <w:p w:rsidR="009F25E6" w:rsidRPr="00A84131" w:rsidRDefault="009F25E6" w:rsidP="009F25E6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A84131">
        <w:rPr>
          <w:rFonts w:ascii="Times New Roman" w:hAnsi="Times New Roman" w:cs="Times New Roman"/>
          <w:color w:val="auto"/>
        </w:rPr>
        <w:t xml:space="preserve">e, p.c.                                                            </w:t>
      </w:r>
      <w:r w:rsidR="00D33D09" w:rsidRPr="00A84131">
        <w:rPr>
          <w:rFonts w:ascii="Times New Roman" w:hAnsi="Times New Roman" w:cs="Times New Roman"/>
          <w:color w:val="auto"/>
        </w:rPr>
        <w:t xml:space="preserve">Al </w:t>
      </w:r>
      <w:r w:rsidRPr="00A84131">
        <w:rPr>
          <w:rFonts w:ascii="Times New Roman" w:hAnsi="Times New Roman" w:cs="Times New Roman"/>
          <w:color w:val="auto"/>
        </w:rPr>
        <w:t>Sottosegretario di Stato</w:t>
      </w:r>
    </w:p>
    <w:p w:rsidR="00D33D09" w:rsidRPr="00A84131" w:rsidRDefault="009F25E6" w:rsidP="009F25E6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A84131">
        <w:rPr>
          <w:rFonts w:ascii="Times New Roman" w:hAnsi="Times New Roman" w:cs="Times New Roman"/>
          <w:color w:val="auto"/>
        </w:rPr>
        <w:t>on. Gabriele Toccafondi</w:t>
      </w:r>
      <w:r w:rsidR="00D33D09" w:rsidRPr="00A84131">
        <w:rPr>
          <w:rFonts w:ascii="Times New Roman" w:hAnsi="Times New Roman" w:cs="Times New Roman"/>
          <w:color w:val="auto"/>
        </w:rPr>
        <w:t xml:space="preserve"> </w:t>
      </w:r>
    </w:p>
    <w:p w:rsidR="009F25E6" w:rsidRPr="00A84131" w:rsidRDefault="00D33D09" w:rsidP="009F25E6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A84131">
        <w:rPr>
          <w:rFonts w:ascii="Times New Roman" w:hAnsi="Times New Roman" w:cs="Times New Roman"/>
          <w:color w:val="auto"/>
        </w:rPr>
        <w:t xml:space="preserve">SEDE </w:t>
      </w:r>
    </w:p>
    <w:p w:rsidR="009F25E6" w:rsidRPr="00A84131" w:rsidRDefault="009F25E6" w:rsidP="009F25E6">
      <w:pPr>
        <w:pStyle w:val="Default"/>
        <w:jc w:val="right"/>
        <w:rPr>
          <w:rFonts w:ascii="Times New Roman" w:hAnsi="Times New Roman" w:cs="Times New Roman"/>
          <w:color w:val="auto"/>
        </w:rPr>
      </w:pPr>
    </w:p>
    <w:p w:rsidR="009F25E6" w:rsidRPr="00A84131" w:rsidRDefault="009F25E6" w:rsidP="009F25E6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A84131">
        <w:rPr>
          <w:rFonts w:ascii="Times New Roman" w:hAnsi="Times New Roman" w:cs="Times New Roman"/>
          <w:color w:val="auto"/>
        </w:rPr>
        <w:t xml:space="preserve">Al Capo del Dipartimento per il sistema educativo </w:t>
      </w:r>
    </w:p>
    <w:p w:rsidR="009F25E6" w:rsidRPr="00A84131" w:rsidRDefault="009F25E6" w:rsidP="009F25E6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A84131">
        <w:rPr>
          <w:rFonts w:ascii="Times New Roman" w:hAnsi="Times New Roman" w:cs="Times New Roman"/>
          <w:color w:val="auto"/>
        </w:rPr>
        <w:t xml:space="preserve">di istruzione e formazione </w:t>
      </w:r>
    </w:p>
    <w:p w:rsidR="009F25E6" w:rsidRPr="00A84131" w:rsidRDefault="009F25E6" w:rsidP="009F25E6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A84131">
        <w:rPr>
          <w:rFonts w:ascii="Times New Roman" w:hAnsi="Times New Roman" w:cs="Times New Roman"/>
          <w:color w:val="auto"/>
        </w:rPr>
        <w:t>SEDE</w:t>
      </w:r>
      <w:r w:rsidRPr="00A8413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D33D09" w:rsidRPr="00A84131" w:rsidRDefault="00D33D09" w:rsidP="00780E28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9F25E6" w:rsidRPr="00A84131" w:rsidRDefault="009F25E6" w:rsidP="00780E28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D33D09" w:rsidRPr="00A84131" w:rsidRDefault="00D33D09" w:rsidP="00780E28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D33D09" w:rsidRPr="00A84131" w:rsidRDefault="00D33D09" w:rsidP="009F25E6">
      <w:pPr>
        <w:jc w:val="both"/>
        <w:rPr>
          <w:b/>
        </w:rPr>
      </w:pPr>
      <w:r w:rsidRPr="00A84131">
        <w:rPr>
          <w:b/>
        </w:rPr>
        <w:t xml:space="preserve">Oggetto: </w:t>
      </w:r>
      <w:r w:rsidR="009F25E6" w:rsidRPr="00A84131">
        <w:rPr>
          <w:b/>
        </w:rPr>
        <w:t xml:space="preserve">CPIA </w:t>
      </w:r>
      <w:proofErr w:type="spellStart"/>
      <w:r w:rsidR="009F25E6" w:rsidRPr="00A84131">
        <w:rPr>
          <w:b/>
        </w:rPr>
        <w:t>a.s.</w:t>
      </w:r>
      <w:proofErr w:type="spellEnd"/>
      <w:r w:rsidR="009F25E6" w:rsidRPr="00A84131">
        <w:rPr>
          <w:b/>
        </w:rPr>
        <w:t xml:space="preserve"> 2016/2017 </w:t>
      </w:r>
      <w:r w:rsidR="00C40FC1">
        <w:rPr>
          <w:b/>
        </w:rPr>
        <w:t xml:space="preserve">– </w:t>
      </w:r>
      <w:r w:rsidR="002F1148">
        <w:rPr>
          <w:b/>
        </w:rPr>
        <w:t>Ricognizione adempimenti -</w:t>
      </w:r>
    </w:p>
    <w:p w:rsidR="009F25E6" w:rsidRPr="00A84131" w:rsidRDefault="009F25E6" w:rsidP="00780E28">
      <w:pPr>
        <w:spacing w:after="120" w:line="360" w:lineRule="auto"/>
        <w:jc w:val="both"/>
        <w:rPr>
          <w:b/>
        </w:rPr>
      </w:pPr>
      <w:r w:rsidRPr="00A84131">
        <w:rPr>
          <w:b/>
        </w:rPr>
        <w:tab/>
      </w:r>
    </w:p>
    <w:p w:rsidR="003C1CF5" w:rsidRPr="00A84131" w:rsidRDefault="009F25E6" w:rsidP="004646FA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84131">
        <w:rPr>
          <w:rFonts w:ascii="Times New Roman" w:hAnsi="Times New Roman" w:cs="Times New Roman"/>
          <w:color w:val="auto"/>
        </w:rPr>
        <w:t>Si fa riferimento alla nota</w:t>
      </w:r>
      <w:r w:rsidR="004646FA" w:rsidRPr="00A8413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4646FA" w:rsidRPr="00A84131">
        <w:rPr>
          <w:rFonts w:ascii="Times New Roman" w:hAnsi="Times New Roman" w:cs="Times New Roman"/>
          <w:color w:val="auto"/>
        </w:rPr>
        <w:t>prot</w:t>
      </w:r>
      <w:proofErr w:type="spellEnd"/>
      <w:r w:rsidR="004646FA" w:rsidRPr="00A84131">
        <w:rPr>
          <w:rFonts w:ascii="Times New Roman" w:hAnsi="Times New Roman" w:cs="Times New Roman"/>
          <w:color w:val="auto"/>
        </w:rPr>
        <w:t>. n. 1</w:t>
      </w:r>
      <w:r w:rsidR="002F1148">
        <w:rPr>
          <w:rFonts w:ascii="Times New Roman" w:hAnsi="Times New Roman" w:cs="Times New Roman"/>
          <w:color w:val="auto"/>
        </w:rPr>
        <w:t>2</w:t>
      </w:r>
      <w:r w:rsidR="004646FA" w:rsidRPr="00A84131">
        <w:rPr>
          <w:rFonts w:ascii="Times New Roman" w:hAnsi="Times New Roman" w:cs="Times New Roman"/>
          <w:color w:val="auto"/>
        </w:rPr>
        <w:t xml:space="preserve">072 del 3.11.2016 con la quale </w:t>
      </w:r>
      <w:r w:rsidR="003C1CF5" w:rsidRPr="00A84131">
        <w:rPr>
          <w:rFonts w:ascii="Times New Roman" w:hAnsi="Times New Roman" w:cs="Times New Roman"/>
          <w:color w:val="auto"/>
        </w:rPr>
        <w:t xml:space="preserve">la Scrivente invita le SS.LL. a favorire tempestivamente la predisposizione degli atti necessari utili a garantire il regolare funzionamento dei CPIA </w:t>
      </w:r>
      <w:proofErr w:type="spellStart"/>
      <w:r w:rsidR="003C1CF5" w:rsidRPr="00A84131">
        <w:rPr>
          <w:rFonts w:ascii="Times New Roman" w:hAnsi="Times New Roman" w:cs="Times New Roman"/>
          <w:color w:val="auto"/>
        </w:rPr>
        <w:t>nell’a.s.</w:t>
      </w:r>
      <w:proofErr w:type="spellEnd"/>
      <w:r w:rsidR="003C1CF5" w:rsidRPr="00A84131">
        <w:rPr>
          <w:rFonts w:ascii="Times New Roman" w:hAnsi="Times New Roman" w:cs="Times New Roman"/>
          <w:color w:val="auto"/>
        </w:rPr>
        <w:t xml:space="preserve"> 2016/2017.</w:t>
      </w:r>
    </w:p>
    <w:p w:rsidR="00A84131" w:rsidRPr="00A84131" w:rsidRDefault="00A84131" w:rsidP="004646FA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2612A5" w:rsidRDefault="002612A5" w:rsidP="00C02CF6">
      <w:pPr>
        <w:ind w:firstLine="708"/>
        <w:jc w:val="both"/>
      </w:pPr>
      <w:r>
        <w:t xml:space="preserve">Allo scopo </w:t>
      </w:r>
      <w:r w:rsidR="00A84131" w:rsidRPr="00A84131">
        <w:t>di fornire</w:t>
      </w:r>
      <w:r w:rsidR="00C02CF6">
        <w:t xml:space="preserve"> </w:t>
      </w:r>
      <w:r w:rsidR="00A84131" w:rsidRPr="00A84131">
        <w:t>utili elementi di conoscenza dello stato di attuazione delle previsioni regolamentari di cui al DPR 263/12, come definite con le Linee Guida di cui al DI 12 marzo 2015, s</w:t>
      </w:r>
      <w:r w:rsidR="003C1CF5" w:rsidRPr="00A84131">
        <w:rPr>
          <w:szCs w:val="24"/>
        </w:rPr>
        <w:t xml:space="preserve">i invitano le SS.LL a </w:t>
      </w:r>
      <w:r w:rsidR="00A84131" w:rsidRPr="00A84131">
        <w:t xml:space="preserve">voler </w:t>
      </w:r>
      <w:r w:rsidR="00C02CF6">
        <w:t xml:space="preserve">predisporre tutti gli atti necessari alla rilevazione dei dati </w:t>
      </w:r>
      <w:r>
        <w:t>contenuti nell’allegata scheda.</w:t>
      </w:r>
    </w:p>
    <w:p w:rsidR="00C02CF6" w:rsidRPr="00A84131" w:rsidRDefault="002612A5" w:rsidP="00C02CF6">
      <w:pPr>
        <w:ind w:firstLine="708"/>
        <w:jc w:val="both"/>
      </w:pPr>
      <w:r w:rsidRPr="00A84131">
        <w:t xml:space="preserve"> </w:t>
      </w:r>
    </w:p>
    <w:p w:rsidR="00A84131" w:rsidRDefault="00A84131" w:rsidP="00A84131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84131">
        <w:rPr>
          <w:rFonts w:ascii="Times New Roman" w:hAnsi="Times New Roman" w:cs="Times New Roman"/>
          <w:color w:val="auto"/>
        </w:rPr>
        <w:t>Ai fini di una corretta compilazione si precisa che:</w:t>
      </w:r>
    </w:p>
    <w:p w:rsidR="00C02CF6" w:rsidRPr="00A84131" w:rsidRDefault="00C02CF6" w:rsidP="00A84131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A84131" w:rsidRPr="00A84131" w:rsidRDefault="00A84131" w:rsidP="00A84131">
      <w:pPr>
        <w:pStyle w:val="Paragrafoelenco"/>
        <w:numPr>
          <w:ilvl w:val="0"/>
          <w:numId w:val="19"/>
        </w:numPr>
        <w:jc w:val="both"/>
        <w:rPr>
          <w:rFonts w:ascii="Times New Roman" w:hAnsi="Times New Roman"/>
        </w:rPr>
      </w:pPr>
      <w:r w:rsidRPr="00A84131">
        <w:rPr>
          <w:rFonts w:ascii="Times New Roman" w:hAnsi="Times New Roman"/>
        </w:rPr>
        <w:t xml:space="preserve">per </w:t>
      </w:r>
      <w:r w:rsidRPr="00A84131">
        <w:rPr>
          <w:rFonts w:ascii="Times New Roman" w:hAnsi="Times New Roman"/>
          <w:i/>
        </w:rPr>
        <w:t>punti di erogazione</w:t>
      </w:r>
      <w:r w:rsidRPr="00A84131">
        <w:rPr>
          <w:rFonts w:ascii="Times New Roman" w:hAnsi="Times New Roman"/>
        </w:rPr>
        <w:t xml:space="preserve"> si intendono: A) “i punti di erogazione di primo livello” (le sedi associate, ivi comprese le scuole carcerarie di primo livello, dotate di proprio codice meccanografico ed effettivamente funzionanti </w:t>
      </w:r>
      <w:proofErr w:type="spellStart"/>
      <w:r w:rsidRPr="00A84131">
        <w:rPr>
          <w:rFonts w:ascii="Times New Roman" w:hAnsi="Times New Roman"/>
        </w:rPr>
        <w:t>nell’a.s.</w:t>
      </w:r>
      <w:proofErr w:type="spellEnd"/>
      <w:r w:rsidRPr="00A84131">
        <w:rPr>
          <w:rFonts w:ascii="Times New Roman" w:hAnsi="Times New Roman"/>
        </w:rPr>
        <w:t xml:space="preserve"> 2016/2017 già ricondotte al CPIA in quanto unità amministrativa); B) “i punti di erogazione di secondo livello” (le istituzioni scolastiche di secondo grado, ivi comprese le scuole carcerarie di secondo livello, dotate di proprio codice meccanografico ed </w:t>
      </w:r>
      <w:r w:rsidRPr="00A84131">
        <w:rPr>
          <w:rFonts w:ascii="Times New Roman" w:hAnsi="Times New Roman"/>
        </w:rPr>
        <w:lastRenderedPageBreak/>
        <w:t xml:space="preserve">effettivamente funzionanti, presso le quali sono incardinati i percorsi di secondo livello, alle quali si riferisce il CPIA in quanto unità didattica ai sensi dell’Accordo di cui all’art. 5, comma 2 del </w:t>
      </w:r>
      <w:proofErr w:type="spellStart"/>
      <w:r w:rsidRPr="00A84131">
        <w:rPr>
          <w:rFonts w:ascii="Times New Roman" w:hAnsi="Times New Roman"/>
        </w:rPr>
        <w:t>dPR</w:t>
      </w:r>
      <w:proofErr w:type="spellEnd"/>
      <w:r w:rsidRPr="00A84131">
        <w:rPr>
          <w:rFonts w:ascii="Times New Roman" w:hAnsi="Times New Roman"/>
        </w:rPr>
        <w:t xml:space="preserve"> 263/12; </w:t>
      </w:r>
    </w:p>
    <w:p w:rsidR="00A84131" w:rsidRPr="00A84131" w:rsidRDefault="00A84131" w:rsidP="00A84131">
      <w:pPr>
        <w:jc w:val="both"/>
        <w:rPr>
          <w:szCs w:val="24"/>
        </w:rPr>
      </w:pPr>
    </w:p>
    <w:p w:rsidR="00A84131" w:rsidRPr="00A84131" w:rsidRDefault="00A84131" w:rsidP="00A84131">
      <w:pPr>
        <w:pStyle w:val="Paragrafoelenco"/>
        <w:numPr>
          <w:ilvl w:val="0"/>
          <w:numId w:val="19"/>
        </w:numPr>
        <w:jc w:val="both"/>
        <w:rPr>
          <w:rFonts w:ascii="Times New Roman" w:hAnsi="Times New Roman"/>
        </w:rPr>
      </w:pPr>
      <w:r w:rsidRPr="00A84131">
        <w:rPr>
          <w:rFonts w:ascii="Times New Roman" w:hAnsi="Times New Roman"/>
        </w:rPr>
        <w:t xml:space="preserve">per </w:t>
      </w:r>
      <w:r w:rsidRPr="00A84131">
        <w:rPr>
          <w:rFonts w:ascii="Times New Roman" w:hAnsi="Times New Roman"/>
          <w:i/>
        </w:rPr>
        <w:t>patti formativi individuali</w:t>
      </w:r>
      <w:r w:rsidR="0093380D">
        <w:rPr>
          <w:rFonts w:ascii="Times New Roman" w:hAnsi="Times New Roman"/>
        </w:rPr>
        <w:t xml:space="preserve"> si intendono</w:t>
      </w:r>
      <w:r w:rsidRPr="00A84131">
        <w:rPr>
          <w:rFonts w:ascii="Times New Roman" w:hAnsi="Times New Roman"/>
        </w:rPr>
        <w:t xml:space="preserve"> i contratti, condivisi e sottoscritti </w:t>
      </w:r>
      <w:proofErr w:type="spellStart"/>
      <w:r w:rsidRPr="00A84131">
        <w:rPr>
          <w:rFonts w:ascii="Times New Roman" w:hAnsi="Times New Roman"/>
        </w:rPr>
        <w:t>nell’a.s.</w:t>
      </w:r>
      <w:proofErr w:type="spellEnd"/>
      <w:r w:rsidRPr="00A84131">
        <w:rPr>
          <w:rFonts w:ascii="Times New Roman" w:hAnsi="Times New Roman"/>
        </w:rPr>
        <w:t xml:space="preserve"> 2016/2017, ivi compresi quelli di durata  biennale già sottoscritti </w:t>
      </w:r>
      <w:proofErr w:type="spellStart"/>
      <w:r w:rsidRPr="00A84131">
        <w:rPr>
          <w:rFonts w:ascii="Times New Roman" w:hAnsi="Times New Roman"/>
        </w:rPr>
        <w:t>nell’a.s.</w:t>
      </w:r>
      <w:proofErr w:type="spellEnd"/>
      <w:r w:rsidRPr="00A84131">
        <w:rPr>
          <w:rFonts w:ascii="Times New Roman" w:hAnsi="Times New Roman"/>
        </w:rPr>
        <w:t xml:space="preserve"> precedente e ancora vigenti,  dai soggetti di cui al §3.2 delle Linee guida (adottate con DI 12 marzo 2015) definiti dalla Commissione (art. 5, comma 2, </w:t>
      </w:r>
      <w:proofErr w:type="spellStart"/>
      <w:r w:rsidRPr="00A84131">
        <w:rPr>
          <w:rFonts w:ascii="Times New Roman" w:hAnsi="Times New Roman"/>
        </w:rPr>
        <w:t>dPR</w:t>
      </w:r>
      <w:proofErr w:type="spellEnd"/>
      <w:r w:rsidRPr="00A84131">
        <w:rPr>
          <w:rFonts w:ascii="Times New Roman" w:hAnsi="Times New Roman"/>
        </w:rPr>
        <w:t xml:space="preserve"> 263/12) secondo le procedure di cui al § 5.2 delle citate Linee Guida. </w:t>
      </w:r>
    </w:p>
    <w:p w:rsidR="00A84131" w:rsidRDefault="00A84131" w:rsidP="00A84131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C40FC1" w:rsidRPr="00C40FC1" w:rsidRDefault="00C40FC1" w:rsidP="00C40FC1">
      <w:pPr>
        <w:ind w:firstLine="708"/>
        <w:jc w:val="both"/>
        <w:rPr>
          <w:szCs w:val="24"/>
        </w:rPr>
      </w:pPr>
      <w:r w:rsidRPr="00C40FC1">
        <w:rPr>
          <w:szCs w:val="24"/>
        </w:rPr>
        <w:t xml:space="preserve">Le SS.LL. avranno cura di raccogliere i dati, verificandone la correttezza, e trasmetterli </w:t>
      </w:r>
      <w:r w:rsidRPr="00C40FC1">
        <w:rPr>
          <w:b/>
          <w:szCs w:val="24"/>
          <w:u w:val="single"/>
        </w:rPr>
        <w:t xml:space="preserve">entro e non oltre il </w:t>
      </w:r>
      <w:r w:rsidR="002612A5">
        <w:rPr>
          <w:b/>
          <w:szCs w:val="24"/>
          <w:u w:val="single"/>
        </w:rPr>
        <w:t>10</w:t>
      </w:r>
      <w:r w:rsidRPr="00C40FC1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marzo</w:t>
      </w:r>
      <w:r w:rsidRPr="00C40FC1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2017</w:t>
      </w:r>
      <w:r w:rsidRPr="00C40FC1">
        <w:rPr>
          <w:szCs w:val="24"/>
        </w:rPr>
        <w:t xml:space="preserve"> alla Scrivente all’indirizzo mail: </w:t>
      </w:r>
      <w:hyperlink r:id="rId9" w:history="1">
        <w:r w:rsidRPr="00C40FC1">
          <w:rPr>
            <w:rStyle w:val="Collegamentoipertestuale"/>
            <w:szCs w:val="24"/>
          </w:rPr>
          <w:t>isabella.giuliani@istruzione.it</w:t>
        </w:r>
      </w:hyperlink>
      <w:r w:rsidRPr="00C40FC1">
        <w:rPr>
          <w:szCs w:val="24"/>
        </w:rPr>
        <w:t xml:space="preserve"> utilizzando la scheda allegata</w:t>
      </w:r>
      <w:r w:rsidR="002612A5">
        <w:rPr>
          <w:szCs w:val="24"/>
        </w:rPr>
        <w:t>, debitamente compilata in ogni sua parte</w:t>
      </w:r>
      <w:r w:rsidRPr="00C40FC1">
        <w:rPr>
          <w:szCs w:val="24"/>
        </w:rPr>
        <w:t>.</w:t>
      </w:r>
    </w:p>
    <w:p w:rsidR="00C40FC1" w:rsidRDefault="00C40FC1" w:rsidP="00A84131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275AFD" w:rsidRDefault="00275AFD" w:rsidP="00A84131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Si pregano le SS.LL. di assicurare la massima diffusione della presente sia alle sedi centrali dei CPIA (unità amministrativa) sia alle Istituzioni scolastiche di secondo grado ove sono incardinati i percorsi di secondo livello</w:t>
      </w:r>
      <w:r w:rsidR="00516AB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(unità didattica).</w:t>
      </w:r>
    </w:p>
    <w:p w:rsidR="00C40FC1" w:rsidRDefault="00C40FC1" w:rsidP="00C40FC1">
      <w:pPr>
        <w:ind w:firstLine="708"/>
        <w:jc w:val="both"/>
        <w:rPr>
          <w:sz w:val="22"/>
          <w:szCs w:val="22"/>
        </w:rPr>
      </w:pPr>
    </w:p>
    <w:p w:rsidR="00C40FC1" w:rsidRDefault="002612A5" w:rsidP="00C40FC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In attesa di un tempestivo riscontro, s</w:t>
      </w:r>
      <w:r w:rsidR="00C40FC1" w:rsidRPr="005B7F22">
        <w:rPr>
          <w:sz w:val="22"/>
          <w:szCs w:val="22"/>
        </w:rPr>
        <w:t xml:space="preserve">i ringrazia per la consueta </w:t>
      </w:r>
      <w:r>
        <w:rPr>
          <w:sz w:val="22"/>
          <w:szCs w:val="22"/>
        </w:rPr>
        <w:t xml:space="preserve">fattiva </w:t>
      </w:r>
      <w:r w:rsidR="00C40FC1" w:rsidRPr="005B7F22">
        <w:rPr>
          <w:sz w:val="22"/>
          <w:szCs w:val="22"/>
        </w:rPr>
        <w:t>collaborazione</w:t>
      </w:r>
      <w:r w:rsidR="00C40FC1">
        <w:rPr>
          <w:sz w:val="22"/>
          <w:szCs w:val="22"/>
        </w:rPr>
        <w:t>.</w:t>
      </w:r>
    </w:p>
    <w:p w:rsidR="00C40FC1" w:rsidRDefault="00C40FC1" w:rsidP="00A84131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C40FC1" w:rsidRDefault="00C40FC1" w:rsidP="00C40FC1">
      <w:pPr>
        <w:ind w:firstLine="708"/>
        <w:jc w:val="right"/>
        <w:rPr>
          <w:sz w:val="22"/>
          <w:szCs w:val="22"/>
        </w:rPr>
      </w:pPr>
    </w:p>
    <w:p w:rsidR="00C40FC1" w:rsidRDefault="00C40FC1" w:rsidP="00C40FC1">
      <w:pPr>
        <w:ind w:firstLine="708"/>
        <w:jc w:val="right"/>
        <w:rPr>
          <w:sz w:val="22"/>
          <w:szCs w:val="22"/>
        </w:rPr>
      </w:pPr>
    </w:p>
    <w:p w:rsidR="00C40FC1" w:rsidRPr="00F3792D" w:rsidRDefault="00C40FC1" w:rsidP="00C40FC1">
      <w:pPr>
        <w:ind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Il </w:t>
      </w:r>
      <w:r w:rsidRPr="00F3792D">
        <w:rPr>
          <w:sz w:val="22"/>
          <w:szCs w:val="22"/>
        </w:rPr>
        <w:t>Direttore Generale</w:t>
      </w:r>
    </w:p>
    <w:p w:rsidR="00C40FC1" w:rsidRPr="00F3792D" w:rsidRDefault="00C40FC1" w:rsidP="00C40FC1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</w:t>
      </w:r>
      <w:r w:rsidRPr="00F3792D">
        <w:rPr>
          <w:sz w:val="22"/>
          <w:szCs w:val="22"/>
        </w:rPr>
        <w:t xml:space="preserve">  - Carmela Palumbo -</w:t>
      </w:r>
    </w:p>
    <w:p w:rsidR="00C40FC1" w:rsidRPr="00A84131" w:rsidRDefault="00C40FC1" w:rsidP="00A84131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sectPr w:rsidR="00C40FC1" w:rsidRPr="00A84131" w:rsidSect="00CE44FA">
      <w:headerReference w:type="default" r:id="rId10"/>
      <w:footerReference w:type="default" r:id="rId11"/>
      <w:headerReference w:type="first" r:id="rId12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74F" w:rsidRDefault="00AC174F">
      <w:r>
        <w:separator/>
      </w:r>
    </w:p>
  </w:endnote>
  <w:endnote w:type="continuationSeparator" w:id="0">
    <w:p w:rsidR="00AC174F" w:rsidRDefault="00AC1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D09" w:rsidRDefault="00D33D09">
    <w:pPr>
      <w:pStyle w:val="Pidipagina"/>
      <w:rPr>
        <w:rFonts w:ascii="Arial" w:hAnsi="Arial" w:cs="Arial"/>
        <w:sz w:val="18"/>
        <w:szCs w:val="18"/>
      </w:rPr>
    </w:pPr>
  </w:p>
  <w:p w:rsidR="00D33D09" w:rsidRDefault="00D33D09" w:rsidP="007D4F52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03363C">
      <w:rPr>
        <w:rStyle w:val="Numeropagina"/>
        <w:noProof/>
      </w:rPr>
      <w:t>2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03363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D33D09" w:rsidRPr="00826DF9" w:rsidRDefault="00D33D09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74F" w:rsidRDefault="00AC174F">
      <w:r>
        <w:separator/>
      </w:r>
    </w:p>
  </w:footnote>
  <w:footnote w:type="continuationSeparator" w:id="0">
    <w:p w:rsidR="00AC174F" w:rsidRDefault="00AC1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D09" w:rsidRPr="001E1403" w:rsidRDefault="004C661A" w:rsidP="002748DD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 wp14:anchorId="4FEE15BA" wp14:editId="7BC46545">
          <wp:extent cx="858520" cy="8585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85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33D09" w:rsidRPr="008929B4" w:rsidRDefault="00D33D09" w:rsidP="002748DD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8929B4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D33D09" w:rsidRPr="00E06E0D" w:rsidRDefault="00D33D09" w:rsidP="002748DD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E06E0D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:rsidR="00D33D09" w:rsidRPr="009E674E" w:rsidRDefault="00D33D09" w:rsidP="009E674E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D33D09" w:rsidRPr="009E674E" w:rsidRDefault="00D33D09" w:rsidP="009E67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4FA" w:rsidRDefault="004C661A" w:rsidP="00CE44FA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>
      <w:rPr>
        <w:noProof/>
        <w:sz w:val="32"/>
        <w:szCs w:val="32"/>
      </w:rPr>
      <w:drawing>
        <wp:inline distT="0" distB="0" distL="0" distR="0" wp14:anchorId="386E0D11" wp14:editId="70F80889">
          <wp:extent cx="858520" cy="85852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85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E44FA" w:rsidRPr="00CE44FA">
      <w:rPr>
        <w:rFonts w:ascii="English111 Adagio BT" w:hAnsi="English111 Adagio BT"/>
        <w:i/>
        <w:sz w:val="52"/>
        <w:szCs w:val="52"/>
      </w:rPr>
      <w:t xml:space="preserve"> </w:t>
    </w:r>
  </w:p>
  <w:p w:rsidR="00CE44FA" w:rsidRPr="008929B4" w:rsidRDefault="00CE44FA" w:rsidP="00CE44FA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8929B4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CE44FA" w:rsidRPr="00E06E0D" w:rsidRDefault="00CE44FA" w:rsidP="00CE44FA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E06E0D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:rsidR="00CE44FA" w:rsidRPr="009E674E" w:rsidRDefault="00CE44FA" w:rsidP="00CE44FA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CE44FA" w:rsidRDefault="00CE44FA" w:rsidP="00CE44FA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0A8670D6"/>
    <w:multiLevelType w:val="hybridMultilevel"/>
    <w:tmpl w:val="5C023D62"/>
    <w:lvl w:ilvl="0" w:tplc="6D7EFA66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11494AF2"/>
    <w:multiLevelType w:val="hybridMultilevel"/>
    <w:tmpl w:val="23ACF1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A4A42"/>
    <w:multiLevelType w:val="hybridMultilevel"/>
    <w:tmpl w:val="143202CC"/>
    <w:lvl w:ilvl="0" w:tplc="92AE9E08">
      <w:start w:val="3"/>
      <w:numFmt w:val="bullet"/>
      <w:lvlText w:val="-"/>
      <w:lvlJc w:val="left"/>
      <w:pPr>
        <w:ind w:left="720" w:hanging="360"/>
      </w:pPr>
      <w:rPr>
        <w:rFonts w:ascii="English111 Adagio BT" w:eastAsia="Times New Roman" w:hAnsi="English111 Adagio BT" w:hint="default"/>
        <w:i/>
        <w:sz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437F7"/>
    <w:multiLevelType w:val="hybridMultilevel"/>
    <w:tmpl w:val="81727422"/>
    <w:lvl w:ilvl="0" w:tplc="D93A3E12">
      <w:numFmt w:val="bullet"/>
      <w:lvlText w:val=""/>
      <w:lvlJc w:val="left"/>
      <w:pPr>
        <w:ind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36E23F50"/>
    <w:multiLevelType w:val="hybridMultilevel"/>
    <w:tmpl w:val="1F4E71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0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60B2EC6"/>
    <w:multiLevelType w:val="hybridMultilevel"/>
    <w:tmpl w:val="F99EC562"/>
    <w:lvl w:ilvl="0" w:tplc="0410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6" w:hanging="360"/>
      </w:pPr>
    </w:lvl>
    <w:lvl w:ilvl="2" w:tplc="0410001B" w:tentative="1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>
    <w:nsid w:val="62BD38B5"/>
    <w:multiLevelType w:val="hybridMultilevel"/>
    <w:tmpl w:val="5F8E328E"/>
    <w:lvl w:ilvl="0" w:tplc="BF06C4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>
    <w:nsid w:val="7AC70692"/>
    <w:multiLevelType w:val="hybridMultilevel"/>
    <w:tmpl w:val="75223092"/>
    <w:lvl w:ilvl="0" w:tplc="4FAC0D3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D8A7523"/>
    <w:multiLevelType w:val="hybridMultilevel"/>
    <w:tmpl w:val="376A2E30"/>
    <w:lvl w:ilvl="0" w:tplc="D93A3E1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F275936"/>
    <w:multiLevelType w:val="hybridMultilevel"/>
    <w:tmpl w:val="E4CE5EA4"/>
    <w:lvl w:ilvl="0" w:tplc="CE74EF66">
      <w:start w:val="1"/>
      <w:numFmt w:val="lowerLetter"/>
      <w:lvlText w:val="%1)"/>
      <w:lvlJc w:val="left"/>
      <w:pPr>
        <w:ind w:left="2869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35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43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50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7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4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71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9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629" w:hanging="180"/>
      </w:pPr>
      <w:rPr>
        <w:rFonts w:cs="Times New Roman"/>
      </w:rPr>
    </w:lvl>
  </w:abstractNum>
  <w:num w:numId="1">
    <w:abstractNumId w:val="16"/>
  </w:num>
  <w:num w:numId="2">
    <w:abstractNumId w:val="14"/>
  </w:num>
  <w:num w:numId="3">
    <w:abstractNumId w:val="2"/>
  </w:num>
  <w:num w:numId="4">
    <w:abstractNumId w:val="3"/>
  </w:num>
  <w:num w:numId="5">
    <w:abstractNumId w:val="11"/>
  </w:num>
  <w:num w:numId="6">
    <w:abstractNumId w:val="0"/>
  </w:num>
  <w:num w:numId="7">
    <w:abstractNumId w:val="9"/>
  </w:num>
  <w:num w:numId="8">
    <w:abstractNumId w:val="10"/>
  </w:num>
  <w:num w:numId="9">
    <w:abstractNumId w:val="8"/>
  </w:num>
  <w:num w:numId="10">
    <w:abstractNumId w:val="13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7"/>
  </w:num>
  <w:num w:numId="14">
    <w:abstractNumId w:val="6"/>
  </w:num>
  <w:num w:numId="15">
    <w:abstractNumId w:val="1"/>
  </w:num>
  <w:num w:numId="16">
    <w:abstractNumId w:val="17"/>
  </w:num>
  <w:num w:numId="17">
    <w:abstractNumId w:val="5"/>
  </w:num>
  <w:num w:numId="18">
    <w:abstractNumId w:val="1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A8"/>
    <w:rsid w:val="00002B33"/>
    <w:rsid w:val="0000480E"/>
    <w:rsid w:val="00007066"/>
    <w:rsid w:val="00007D65"/>
    <w:rsid w:val="00015D96"/>
    <w:rsid w:val="00016B6A"/>
    <w:rsid w:val="0002427D"/>
    <w:rsid w:val="00026B13"/>
    <w:rsid w:val="000302E9"/>
    <w:rsid w:val="0003052B"/>
    <w:rsid w:val="000322BC"/>
    <w:rsid w:val="0003363C"/>
    <w:rsid w:val="00034A89"/>
    <w:rsid w:val="0004074F"/>
    <w:rsid w:val="00044D81"/>
    <w:rsid w:val="00046936"/>
    <w:rsid w:val="0006258F"/>
    <w:rsid w:val="000822AF"/>
    <w:rsid w:val="0009113E"/>
    <w:rsid w:val="00095022"/>
    <w:rsid w:val="000968CE"/>
    <w:rsid w:val="00096D1B"/>
    <w:rsid w:val="00096D50"/>
    <w:rsid w:val="000B4F50"/>
    <w:rsid w:val="000B7633"/>
    <w:rsid w:val="000C0C6F"/>
    <w:rsid w:val="000C1EA2"/>
    <w:rsid w:val="000C2EE7"/>
    <w:rsid w:val="000C3AA6"/>
    <w:rsid w:val="000D60C2"/>
    <w:rsid w:val="000E04D0"/>
    <w:rsid w:val="000E3B41"/>
    <w:rsid w:val="0010622F"/>
    <w:rsid w:val="00110467"/>
    <w:rsid w:val="00110E1C"/>
    <w:rsid w:val="001178B6"/>
    <w:rsid w:val="00117F76"/>
    <w:rsid w:val="00133F0C"/>
    <w:rsid w:val="001345E1"/>
    <w:rsid w:val="00135A14"/>
    <w:rsid w:val="00144C48"/>
    <w:rsid w:val="0015684B"/>
    <w:rsid w:val="00160344"/>
    <w:rsid w:val="0016290F"/>
    <w:rsid w:val="00166C07"/>
    <w:rsid w:val="00177353"/>
    <w:rsid w:val="00184D2A"/>
    <w:rsid w:val="001870C3"/>
    <w:rsid w:val="001A7DDA"/>
    <w:rsid w:val="001A7F9A"/>
    <w:rsid w:val="001B0BCD"/>
    <w:rsid w:val="001B38EB"/>
    <w:rsid w:val="001B4D5C"/>
    <w:rsid w:val="001C3911"/>
    <w:rsid w:val="001C4682"/>
    <w:rsid w:val="001C61B4"/>
    <w:rsid w:val="001D5D73"/>
    <w:rsid w:val="001E1403"/>
    <w:rsid w:val="001E4B72"/>
    <w:rsid w:val="001E7C66"/>
    <w:rsid w:val="00203D9E"/>
    <w:rsid w:val="00204087"/>
    <w:rsid w:val="002050D7"/>
    <w:rsid w:val="00205208"/>
    <w:rsid w:val="0020574B"/>
    <w:rsid w:val="00205900"/>
    <w:rsid w:val="0020724A"/>
    <w:rsid w:val="00221A0F"/>
    <w:rsid w:val="002227EC"/>
    <w:rsid w:val="00222F44"/>
    <w:rsid w:val="00222F5B"/>
    <w:rsid w:val="00226CDB"/>
    <w:rsid w:val="002421CA"/>
    <w:rsid w:val="00246C1A"/>
    <w:rsid w:val="00252AB4"/>
    <w:rsid w:val="00253517"/>
    <w:rsid w:val="0025402A"/>
    <w:rsid w:val="002612A5"/>
    <w:rsid w:val="00262D8F"/>
    <w:rsid w:val="002640A6"/>
    <w:rsid w:val="002641AC"/>
    <w:rsid w:val="002748DD"/>
    <w:rsid w:val="00275AFD"/>
    <w:rsid w:val="0027648D"/>
    <w:rsid w:val="00295A72"/>
    <w:rsid w:val="002A5A3E"/>
    <w:rsid w:val="002A6E5A"/>
    <w:rsid w:val="002B334F"/>
    <w:rsid w:val="002B3FCB"/>
    <w:rsid w:val="002B5925"/>
    <w:rsid w:val="002B7F56"/>
    <w:rsid w:val="002C3901"/>
    <w:rsid w:val="002D0370"/>
    <w:rsid w:val="002D5D08"/>
    <w:rsid w:val="002E4965"/>
    <w:rsid w:val="002E4A4A"/>
    <w:rsid w:val="002E7320"/>
    <w:rsid w:val="002F1148"/>
    <w:rsid w:val="00301277"/>
    <w:rsid w:val="0030130B"/>
    <w:rsid w:val="00302E53"/>
    <w:rsid w:val="003032D0"/>
    <w:rsid w:val="00304732"/>
    <w:rsid w:val="00314D3A"/>
    <w:rsid w:val="00320BEF"/>
    <w:rsid w:val="00324594"/>
    <w:rsid w:val="00330F6A"/>
    <w:rsid w:val="003316A5"/>
    <w:rsid w:val="00342103"/>
    <w:rsid w:val="00346F47"/>
    <w:rsid w:val="00347F25"/>
    <w:rsid w:val="00360DA9"/>
    <w:rsid w:val="003708A4"/>
    <w:rsid w:val="003779DF"/>
    <w:rsid w:val="00390193"/>
    <w:rsid w:val="00395D04"/>
    <w:rsid w:val="00396BA0"/>
    <w:rsid w:val="003A0529"/>
    <w:rsid w:val="003A1C3E"/>
    <w:rsid w:val="003A6AC8"/>
    <w:rsid w:val="003C1CF5"/>
    <w:rsid w:val="003C43AD"/>
    <w:rsid w:val="003C67EF"/>
    <w:rsid w:val="003D0EF0"/>
    <w:rsid w:val="003D2963"/>
    <w:rsid w:val="003D2A4F"/>
    <w:rsid w:val="003D3650"/>
    <w:rsid w:val="003E5779"/>
    <w:rsid w:val="003E5C7D"/>
    <w:rsid w:val="003F26AF"/>
    <w:rsid w:val="003F2D08"/>
    <w:rsid w:val="00401D6A"/>
    <w:rsid w:val="0041350D"/>
    <w:rsid w:val="00414265"/>
    <w:rsid w:val="00414D83"/>
    <w:rsid w:val="00415363"/>
    <w:rsid w:val="0042064C"/>
    <w:rsid w:val="00424499"/>
    <w:rsid w:val="00424ACF"/>
    <w:rsid w:val="00430B33"/>
    <w:rsid w:val="00432EB5"/>
    <w:rsid w:val="00441376"/>
    <w:rsid w:val="00456FAC"/>
    <w:rsid w:val="0046046D"/>
    <w:rsid w:val="004646FA"/>
    <w:rsid w:val="00470D30"/>
    <w:rsid w:val="0047207E"/>
    <w:rsid w:val="004763F6"/>
    <w:rsid w:val="00481401"/>
    <w:rsid w:val="00481D74"/>
    <w:rsid w:val="004A115B"/>
    <w:rsid w:val="004A1578"/>
    <w:rsid w:val="004A69C0"/>
    <w:rsid w:val="004B2D67"/>
    <w:rsid w:val="004B598A"/>
    <w:rsid w:val="004C0FB1"/>
    <w:rsid w:val="004C201B"/>
    <w:rsid w:val="004C5219"/>
    <w:rsid w:val="004C661A"/>
    <w:rsid w:val="004C6980"/>
    <w:rsid w:val="004C6FE9"/>
    <w:rsid w:val="004C775F"/>
    <w:rsid w:val="004D168C"/>
    <w:rsid w:val="004D2786"/>
    <w:rsid w:val="004E614E"/>
    <w:rsid w:val="004E78F2"/>
    <w:rsid w:val="004E7DB5"/>
    <w:rsid w:val="005006B0"/>
    <w:rsid w:val="005022E6"/>
    <w:rsid w:val="0051013B"/>
    <w:rsid w:val="0051054C"/>
    <w:rsid w:val="00510909"/>
    <w:rsid w:val="00516ABD"/>
    <w:rsid w:val="00527D61"/>
    <w:rsid w:val="005430BD"/>
    <w:rsid w:val="005435FC"/>
    <w:rsid w:val="00543F97"/>
    <w:rsid w:val="0055523D"/>
    <w:rsid w:val="00556379"/>
    <w:rsid w:val="00561C30"/>
    <w:rsid w:val="0057259E"/>
    <w:rsid w:val="005754CA"/>
    <w:rsid w:val="0057776F"/>
    <w:rsid w:val="00584FC0"/>
    <w:rsid w:val="00585D2C"/>
    <w:rsid w:val="005949CC"/>
    <w:rsid w:val="0059577C"/>
    <w:rsid w:val="00595988"/>
    <w:rsid w:val="005A210E"/>
    <w:rsid w:val="005A579A"/>
    <w:rsid w:val="005A5A80"/>
    <w:rsid w:val="005B5918"/>
    <w:rsid w:val="005C16D0"/>
    <w:rsid w:val="005D3F80"/>
    <w:rsid w:val="005D5DD8"/>
    <w:rsid w:val="005E11FB"/>
    <w:rsid w:val="005E28F5"/>
    <w:rsid w:val="005F5A21"/>
    <w:rsid w:val="005F6E7D"/>
    <w:rsid w:val="00604A89"/>
    <w:rsid w:val="006253F1"/>
    <w:rsid w:val="0063403C"/>
    <w:rsid w:val="006368B8"/>
    <w:rsid w:val="00636FB7"/>
    <w:rsid w:val="00645698"/>
    <w:rsid w:val="006542DD"/>
    <w:rsid w:val="006623A8"/>
    <w:rsid w:val="00664228"/>
    <w:rsid w:val="00665588"/>
    <w:rsid w:val="00666735"/>
    <w:rsid w:val="00672678"/>
    <w:rsid w:val="00672A08"/>
    <w:rsid w:val="00675F61"/>
    <w:rsid w:val="00680221"/>
    <w:rsid w:val="00686CE8"/>
    <w:rsid w:val="006904FF"/>
    <w:rsid w:val="006966D1"/>
    <w:rsid w:val="006A7757"/>
    <w:rsid w:val="006A7CE4"/>
    <w:rsid w:val="006B2138"/>
    <w:rsid w:val="006B34BF"/>
    <w:rsid w:val="006B7AC9"/>
    <w:rsid w:val="006C51CE"/>
    <w:rsid w:val="006D0328"/>
    <w:rsid w:val="006D4C94"/>
    <w:rsid w:val="006D7981"/>
    <w:rsid w:val="006F1BD1"/>
    <w:rsid w:val="006F53E9"/>
    <w:rsid w:val="0070336A"/>
    <w:rsid w:val="007033C6"/>
    <w:rsid w:val="00717565"/>
    <w:rsid w:val="0074303B"/>
    <w:rsid w:val="00746690"/>
    <w:rsid w:val="0075464C"/>
    <w:rsid w:val="00764F0E"/>
    <w:rsid w:val="00764F15"/>
    <w:rsid w:val="00767C17"/>
    <w:rsid w:val="00771F7C"/>
    <w:rsid w:val="00772A23"/>
    <w:rsid w:val="00780E28"/>
    <w:rsid w:val="00786D7C"/>
    <w:rsid w:val="0079199C"/>
    <w:rsid w:val="007923C8"/>
    <w:rsid w:val="0079444E"/>
    <w:rsid w:val="00797EC6"/>
    <w:rsid w:val="007A1188"/>
    <w:rsid w:val="007B78A5"/>
    <w:rsid w:val="007C0071"/>
    <w:rsid w:val="007C1949"/>
    <w:rsid w:val="007D4F52"/>
    <w:rsid w:val="007D786A"/>
    <w:rsid w:val="007D7BD5"/>
    <w:rsid w:val="007E4982"/>
    <w:rsid w:val="007F3D1D"/>
    <w:rsid w:val="00801346"/>
    <w:rsid w:val="0080215C"/>
    <w:rsid w:val="00814AA0"/>
    <w:rsid w:val="00814AD5"/>
    <w:rsid w:val="00822B4E"/>
    <w:rsid w:val="00826DF9"/>
    <w:rsid w:val="00830878"/>
    <w:rsid w:val="00833053"/>
    <w:rsid w:val="008336D7"/>
    <w:rsid w:val="00833F1A"/>
    <w:rsid w:val="008366C7"/>
    <w:rsid w:val="00840073"/>
    <w:rsid w:val="00845056"/>
    <w:rsid w:val="00845CBC"/>
    <w:rsid w:val="008477E4"/>
    <w:rsid w:val="00847ED8"/>
    <w:rsid w:val="008517D8"/>
    <w:rsid w:val="00860578"/>
    <w:rsid w:val="00871A7E"/>
    <w:rsid w:val="00876E8B"/>
    <w:rsid w:val="00881C3D"/>
    <w:rsid w:val="00891EC3"/>
    <w:rsid w:val="008929B4"/>
    <w:rsid w:val="008A1F82"/>
    <w:rsid w:val="008A3464"/>
    <w:rsid w:val="008A4D3B"/>
    <w:rsid w:val="008A5500"/>
    <w:rsid w:val="008A67E0"/>
    <w:rsid w:val="008B201A"/>
    <w:rsid w:val="008C0186"/>
    <w:rsid w:val="008C5040"/>
    <w:rsid w:val="008C694E"/>
    <w:rsid w:val="008E0E7A"/>
    <w:rsid w:val="008E3E24"/>
    <w:rsid w:val="008E500A"/>
    <w:rsid w:val="008F7E96"/>
    <w:rsid w:val="00917106"/>
    <w:rsid w:val="0092157C"/>
    <w:rsid w:val="00924332"/>
    <w:rsid w:val="009279B0"/>
    <w:rsid w:val="0093380D"/>
    <w:rsid w:val="00941984"/>
    <w:rsid w:val="00950496"/>
    <w:rsid w:val="00953B7D"/>
    <w:rsid w:val="00961746"/>
    <w:rsid w:val="0097402C"/>
    <w:rsid w:val="00976CE9"/>
    <w:rsid w:val="009770F7"/>
    <w:rsid w:val="0098180E"/>
    <w:rsid w:val="00981D35"/>
    <w:rsid w:val="00986B05"/>
    <w:rsid w:val="009917E4"/>
    <w:rsid w:val="00992C72"/>
    <w:rsid w:val="00995B3A"/>
    <w:rsid w:val="009A787E"/>
    <w:rsid w:val="009A7AD5"/>
    <w:rsid w:val="009B1044"/>
    <w:rsid w:val="009B14E3"/>
    <w:rsid w:val="009B5FC5"/>
    <w:rsid w:val="009C1ACE"/>
    <w:rsid w:val="009C211D"/>
    <w:rsid w:val="009C222B"/>
    <w:rsid w:val="009C3E6C"/>
    <w:rsid w:val="009D0C04"/>
    <w:rsid w:val="009D0E4E"/>
    <w:rsid w:val="009D111A"/>
    <w:rsid w:val="009D21A0"/>
    <w:rsid w:val="009D7B92"/>
    <w:rsid w:val="009E1A78"/>
    <w:rsid w:val="009E674E"/>
    <w:rsid w:val="009F1579"/>
    <w:rsid w:val="009F25E6"/>
    <w:rsid w:val="009F4A65"/>
    <w:rsid w:val="009F4DB7"/>
    <w:rsid w:val="009F7DF2"/>
    <w:rsid w:val="00A00D4D"/>
    <w:rsid w:val="00A024B1"/>
    <w:rsid w:val="00A02525"/>
    <w:rsid w:val="00A03178"/>
    <w:rsid w:val="00A03A9A"/>
    <w:rsid w:val="00A05AE7"/>
    <w:rsid w:val="00A12A7E"/>
    <w:rsid w:val="00A137E5"/>
    <w:rsid w:val="00A165F1"/>
    <w:rsid w:val="00A21A47"/>
    <w:rsid w:val="00A3052B"/>
    <w:rsid w:val="00A3092D"/>
    <w:rsid w:val="00A36CB9"/>
    <w:rsid w:val="00A3704E"/>
    <w:rsid w:val="00A41918"/>
    <w:rsid w:val="00A459E8"/>
    <w:rsid w:val="00A509D5"/>
    <w:rsid w:val="00A67214"/>
    <w:rsid w:val="00A673C5"/>
    <w:rsid w:val="00A67E66"/>
    <w:rsid w:val="00A84131"/>
    <w:rsid w:val="00A9269C"/>
    <w:rsid w:val="00A94250"/>
    <w:rsid w:val="00A95B52"/>
    <w:rsid w:val="00A966D9"/>
    <w:rsid w:val="00AA3275"/>
    <w:rsid w:val="00AA52D9"/>
    <w:rsid w:val="00AB4AD0"/>
    <w:rsid w:val="00AB57B6"/>
    <w:rsid w:val="00AC174F"/>
    <w:rsid w:val="00AC1DD5"/>
    <w:rsid w:val="00AC276D"/>
    <w:rsid w:val="00AC621C"/>
    <w:rsid w:val="00AC6F3B"/>
    <w:rsid w:val="00AD158A"/>
    <w:rsid w:val="00AD2203"/>
    <w:rsid w:val="00AD58EC"/>
    <w:rsid w:val="00AD5E36"/>
    <w:rsid w:val="00AD6947"/>
    <w:rsid w:val="00AE35DB"/>
    <w:rsid w:val="00AE72D0"/>
    <w:rsid w:val="00AF24DD"/>
    <w:rsid w:val="00AF277C"/>
    <w:rsid w:val="00AF47D6"/>
    <w:rsid w:val="00AF4FE1"/>
    <w:rsid w:val="00B10596"/>
    <w:rsid w:val="00B11B53"/>
    <w:rsid w:val="00B12C43"/>
    <w:rsid w:val="00B1688C"/>
    <w:rsid w:val="00B17F17"/>
    <w:rsid w:val="00B21F0E"/>
    <w:rsid w:val="00B230BE"/>
    <w:rsid w:val="00B27748"/>
    <w:rsid w:val="00B305A4"/>
    <w:rsid w:val="00B361E3"/>
    <w:rsid w:val="00B40FE8"/>
    <w:rsid w:val="00B44C95"/>
    <w:rsid w:val="00B4612B"/>
    <w:rsid w:val="00B56C2F"/>
    <w:rsid w:val="00B57C16"/>
    <w:rsid w:val="00B63C09"/>
    <w:rsid w:val="00B659B0"/>
    <w:rsid w:val="00B65D34"/>
    <w:rsid w:val="00B71154"/>
    <w:rsid w:val="00B77BC4"/>
    <w:rsid w:val="00B80B77"/>
    <w:rsid w:val="00B82F5E"/>
    <w:rsid w:val="00B87076"/>
    <w:rsid w:val="00B9425E"/>
    <w:rsid w:val="00BA7E99"/>
    <w:rsid w:val="00BA7FA9"/>
    <w:rsid w:val="00BB44CB"/>
    <w:rsid w:val="00BC4FB8"/>
    <w:rsid w:val="00BC5ED9"/>
    <w:rsid w:val="00BC65BF"/>
    <w:rsid w:val="00BC6664"/>
    <w:rsid w:val="00BD52D4"/>
    <w:rsid w:val="00BD59BC"/>
    <w:rsid w:val="00BD6080"/>
    <w:rsid w:val="00BD682D"/>
    <w:rsid w:val="00BE431B"/>
    <w:rsid w:val="00BE4C1D"/>
    <w:rsid w:val="00BE5118"/>
    <w:rsid w:val="00BE726A"/>
    <w:rsid w:val="00BF3194"/>
    <w:rsid w:val="00BF39F6"/>
    <w:rsid w:val="00C02CF6"/>
    <w:rsid w:val="00C056C6"/>
    <w:rsid w:val="00C10BCD"/>
    <w:rsid w:val="00C12187"/>
    <w:rsid w:val="00C23215"/>
    <w:rsid w:val="00C308D7"/>
    <w:rsid w:val="00C336D3"/>
    <w:rsid w:val="00C3603A"/>
    <w:rsid w:val="00C36386"/>
    <w:rsid w:val="00C371BB"/>
    <w:rsid w:val="00C40FC1"/>
    <w:rsid w:val="00C4222A"/>
    <w:rsid w:val="00C63766"/>
    <w:rsid w:val="00C6432B"/>
    <w:rsid w:val="00C64F9A"/>
    <w:rsid w:val="00C67544"/>
    <w:rsid w:val="00C8298A"/>
    <w:rsid w:val="00C955ED"/>
    <w:rsid w:val="00CA2CE7"/>
    <w:rsid w:val="00CB2964"/>
    <w:rsid w:val="00CD1832"/>
    <w:rsid w:val="00CD79C4"/>
    <w:rsid w:val="00CE41C8"/>
    <w:rsid w:val="00CE44FA"/>
    <w:rsid w:val="00CE58B6"/>
    <w:rsid w:val="00CF2678"/>
    <w:rsid w:val="00CF3228"/>
    <w:rsid w:val="00CF37DD"/>
    <w:rsid w:val="00D039CC"/>
    <w:rsid w:val="00D13236"/>
    <w:rsid w:val="00D23BD7"/>
    <w:rsid w:val="00D2482D"/>
    <w:rsid w:val="00D33D09"/>
    <w:rsid w:val="00D426ED"/>
    <w:rsid w:val="00D60BA8"/>
    <w:rsid w:val="00D61BA2"/>
    <w:rsid w:val="00D643A4"/>
    <w:rsid w:val="00D74186"/>
    <w:rsid w:val="00D81E94"/>
    <w:rsid w:val="00D83F5A"/>
    <w:rsid w:val="00D919A7"/>
    <w:rsid w:val="00D91C9B"/>
    <w:rsid w:val="00D91F33"/>
    <w:rsid w:val="00D93904"/>
    <w:rsid w:val="00D95C02"/>
    <w:rsid w:val="00DA0DD1"/>
    <w:rsid w:val="00DA5A09"/>
    <w:rsid w:val="00DA6416"/>
    <w:rsid w:val="00DA6667"/>
    <w:rsid w:val="00DA7399"/>
    <w:rsid w:val="00DB16A7"/>
    <w:rsid w:val="00DB3ABE"/>
    <w:rsid w:val="00DB41A5"/>
    <w:rsid w:val="00DC0609"/>
    <w:rsid w:val="00DC31F8"/>
    <w:rsid w:val="00DC6E24"/>
    <w:rsid w:val="00DD0D75"/>
    <w:rsid w:val="00DD3F41"/>
    <w:rsid w:val="00DE0A29"/>
    <w:rsid w:val="00DE0C8A"/>
    <w:rsid w:val="00DE5D4D"/>
    <w:rsid w:val="00DF18E5"/>
    <w:rsid w:val="00DF27BA"/>
    <w:rsid w:val="00DF4288"/>
    <w:rsid w:val="00E01952"/>
    <w:rsid w:val="00E06E0D"/>
    <w:rsid w:val="00E16915"/>
    <w:rsid w:val="00E16A1D"/>
    <w:rsid w:val="00E22100"/>
    <w:rsid w:val="00E33439"/>
    <w:rsid w:val="00E36A46"/>
    <w:rsid w:val="00E531D7"/>
    <w:rsid w:val="00E53618"/>
    <w:rsid w:val="00E57123"/>
    <w:rsid w:val="00E57AD2"/>
    <w:rsid w:val="00E611A5"/>
    <w:rsid w:val="00E6287F"/>
    <w:rsid w:val="00E65519"/>
    <w:rsid w:val="00E75D26"/>
    <w:rsid w:val="00E86AA2"/>
    <w:rsid w:val="00E901CB"/>
    <w:rsid w:val="00E931CF"/>
    <w:rsid w:val="00E94414"/>
    <w:rsid w:val="00E95688"/>
    <w:rsid w:val="00E9650C"/>
    <w:rsid w:val="00E97D2D"/>
    <w:rsid w:val="00EB660A"/>
    <w:rsid w:val="00EC17BC"/>
    <w:rsid w:val="00EC2E04"/>
    <w:rsid w:val="00EC3709"/>
    <w:rsid w:val="00EC729D"/>
    <w:rsid w:val="00ED0609"/>
    <w:rsid w:val="00EE474B"/>
    <w:rsid w:val="00EE6BF7"/>
    <w:rsid w:val="00EF272B"/>
    <w:rsid w:val="00EF4C10"/>
    <w:rsid w:val="00EF6D50"/>
    <w:rsid w:val="00EF7E9F"/>
    <w:rsid w:val="00F004E8"/>
    <w:rsid w:val="00F07B80"/>
    <w:rsid w:val="00F158E1"/>
    <w:rsid w:val="00F16A3A"/>
    <w:rsid w:val="00F27F3B"/>
    <w:rsid w:val="00F27F6C"/>
    <w:rsid w:val="00F33E56"/>
    <w:rsid w:val="00F34387"/>
    <w:rsid w:val="00F3723F"/>
    <w:rsid w:val="00F42C93"/>
    <w:rsid w:val="00F471BE"/>
    <w:rsid w:val="00F478CB"/>
    <w:rsid w:val="00F5040D"/>
    <w:rsid w:val="00F5250B"/>
    <w:rsid w:val="00F54128"/>
    <w:rsid w:val="00F5533F"/>
    <w:rsid w:val="00F62E7D"/>
    <w:rsid w:val="00F66564"/>
    <w:rsid w:val="00F6719A"/>
    <w:rsid w:val="00F72510"/>
    <w:rsid w:val="00F90B64"/>
    <w:rsid w:val="00F91EB1"/>
    <w:rsid w:val="00F952EE"/>
    <w:rsid w:val="00F95C3D"/>
    <w:rsid w:val="00F96270"/>
    <w:rsid w:val="00FA11C0"/>
    <w:rsid w:val="00FA1F26"/>
    <w:rsid w:val="00FA21D1"/>
    <w:rsid w:val="00FA5B55"/>
    <w:rsid w:val="00FA627C"/>
    <w:rsid w:val="00FA6CA6"/>
    <w:rsid w:val="00FA7BBC"/>
    <w:rsid w:val="00FB7AA9"/>
    <w:rsid w:val="00FD575E"/>
    <w:rsid w:val="00FD583B"/>
    <w:rsid w:val="00FE3D20"/>
    <w:rsid w:val="00FF199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0BA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C27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60BA8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AC27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B9425E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584F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B9425E"/>
    <w:rPr>
      <w:rFonts w:cs="Times New Roman"/>
      <w:sz w:val="2"/>
    </w:rPr>
  </w:style>
  <w:style w:type="character" w:styleId="Collegamentoipertestuale">
    <w:name w:val="Hyperlink"/>
    <w:uiPriority w:val="99"/>
    <w:rsid w:val="00AA3275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7D4F52"/>
    <w:rPr>
      <w:rFonts w:cs="Times New Roman"/>
    </w:rPr>
  </w:style>
  <w:style w:type="table" w:styleId="Grigliatabella">
    <w:name w:val="Table Grid"/>
    <w:basedOn w:val="Tabellanormale"/>
    <w:uiPriority w:val="99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63403C"/>
    <w:pPr>
      <w:ind w:left="720"/>
      <w:contextualSpacing/>
    </w:pPr>
    <w:rPr>
      <w:rFonts w:ascii="Cambria" w:hAnsi="Cambria"/>
      <w:szCs w:val="24"/>
      <w:lang w:eastAsia="en-US"/>
    </w:rPr>
  </w:style>
  <w:style w:type="paragraph" w:customStyle="1" w:styleId="Default">
    <w:name w:val="Default"/>
    <w:rsid w:val="00D60B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21F0E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21F0E"/>
  </w:style>
  <w:style w:type="character" w:styleId="Rimandocommento">
    <w:name w:val="annotation reference"/>
    <w:uiPriority w:val="99"/>
    <w:semiHidden/>
    <w:unhideWhenUsed/>
    <w:rsid w:val="00B21F0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0BA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C27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60BA8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AC27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B9425E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584F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B9425E"/>
    <w:rPr>
      <w:rFonts w:cs="Times New Roman"/>
      <w:sz w:val="2"/>
    </w:rPr>
  </w:style>
  <w:style w:type="character" w:styleId="Collegamentoipertestuale">
    <w:name w:val="Hyperlink"/>
    <w:uiPriority w:val="99"/>
    <w:rsid w:val="00AA3275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7D4F52"/>
    <w:rPr>
      <w:rFonts w:cs="Times New Roman"/>
    </w:rPr>
  </w:style>
  <w:style w:type="table" w:styleId="Grigliatabella">
    <w:name w:val="Table Grid"/>
    <w:basedOn w:val="Tabellanormale"/>
    <w:uiPriority w:val="99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63403C"/>
    <w:pPr>
      <w:ind w:left="720"/>
      <w:contextualSpacing/>
    </w:pPr>
    <w:rPr>
      <w:rFonts w:ascii="Cambria" w:hAnsi="Cambria"/>
      <w:szCs w:val="24"/>
      <w:lang w:eastAsia="en-US"/>
    </w:rPr>
  </w:style>
  <w:style w:type="paragraph" w:customStyle="1" w:styleId="Default">
    <w:name w:val="Default"/>
    <w:rsid w:val="00D60B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21F0E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21F0E"/>
  </w:style>
  <w:style w:type="character" w:styleId="Rimandocommento">
    <w:name w:val="annotation reference"/>
    <w:uiPriority w:val="99"/>
    <w:semiHidden/>
    <w:unhideWhenUsed/>
    <w:rsid w:val="00B21F0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sabella.giuliani@istruzion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067\Desktop\Ufficio\draft.doc\carta_intestata_2direzioni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AD77-000C-47A3-8AC6-440ECF5F8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carta_intestata_2direzioni.dotm</Template>
  <TotalTime>1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2017-02-28T14:51:00Z</cp:lastPrinted>
  <dcterms:created xsi:type="dcterms:W3CDTF">2017-03-01T13:03:00Z</dcterms:created>
  <dcterms:modified xsi:type="dcterms:W3CDTF">2017-03-01T13:03:00Z</dcterms:modified>
</cp:coreProperties>
</file>